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716AB55D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700064">
        <w:rPr>
          <w:rFonts w:hAnsi="ＭＳ 明朝" w:hint="eastAsia"/>
          <w:spacing w:val="16"/>
          <w:sz w:val="21"/>
          <w:szCs w:val="21"/>
        </w:rPr>
        <w:t>令和７年度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</w:t>
      </w:r>
      <w:r w:rsidR="00E32025">
        <w:rPr>
          <w:rFonts w:hAnsi="ＭＳ 明朝" w:hint="eastAsia"/>
          <w:spacing w:val="16"/>
          <w:sz w:val="21"/>
          <w:szCs w:val="21"/>
        </w:rPr>
        <w:t>係る一般競争入札</w:t>
      </w:r>
    </w:p>
    <w:p w14:paraId="3616FCAA" w14:textId="77777777" w:rsidR="00150BD1" w:rsidRPr="00E3202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7AEF31C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E32025">
        <w:rPr>
          <w:rFonts w:hAnsi="ＭＳ 明朝" w:hint="eastAsia"/>
          <w:spacing w:val="16"/>
          <w:sz w:val="21"/>
          <w:szCs w:val="21"/>
        </w:rPr>
        <w:t>７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E47113">
        <w:rPr>
          <w:rFonts w:hAnsi="ＭＳ 明朝" w:hint="eastAsia"/>
          <w:spacing w:val="16"/>
          <w:sz w:val="21"/>
          <w:szCs w:val="21"/>
        </w:rPr>
        <w:t>８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AB28F8">
        <w:rPr>
          <w:rFonts w:hAnsi="ＭＳ 明朝" w:hint="eastAsia"/>
          <w:spacing w:val="16"/>
          <w:sz w:val="21"/>
          <w:szCs w:val="21"/>
        </w:rPr>
        <w:t>1</w:t>
      </w:r>
      <w:r w:rsidR="00E47113">
        <w:rPr>
          <w:rFonts w:hAnsi="ＭＳ 明朝" w:hint="eastAsia"/>
          <w:spacing w:val="16"/>
          <w:sz w:val="21"/>
          <w:szCs w:val="21"/>
        </w:rPr>
        <w:t>5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700064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49BC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524FC"/>
    <w:rsid w:val="001600D3"/>
    <w:rsid w:val="00160846"/>
    <w:rsid w:val="00160F84"/>
    <w:rsid w:val="00161146"/>
    <w:rsid w:val="00166B44"/>
    <w:rsid w:val="00175FB0"/>
    <w:rsid w:val="00181CBC"/>
    <w:rsid w:val="00186EAE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1504E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7937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4EEA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3513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6C2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0064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2121"/>
    <w:rsid w:val="00882BB3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0270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453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8F8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3D05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B9D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715"/>
    <w:rsid w:val="00DA09DF"/>
    <w:rsid w:val="00DA1E21"/>
    <w:rsid w:val="00DB3295"/>
    <w:rsid w:val="00DB5EF8"/>
    <w:rsid w:val="00DB6508"/>
    <w:rsid w:val="00DB678B"/>
    <w:rsid w:val="00DC15C5"/>
    <w:rsid w:val="00DC3045"/>
    <w:rsid w:val="00DC5483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315E"/>
    <w:rsid w:val="00E20451"/>
    <w:rsid w:val="00E23228"/>
    <w:rsid w:val="00E235C6"/>
    <w:rsid w:val="00E27949"/>
    <w:rsid w:val="00E30AB5"/>
    <w:rsid w:val="00E32025"/>
    <w:rsid w:val="00E33D86"/>
    <w:rsid w:val="00E40812"/>
    <w:rsid w:val="00E42E09"/>
    <w:rsid w:val="00E458B2"/>
    <w:rsid w:val="00E47113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684A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D5A"/>
    <w:rsid w:val="00F1766B"/>
    <w:rsid w:val="00F201D0"/>
    <w:rsid w:val="00F24446"/>
    <w:rsid w:val="00F31256"/>
    <w:rsid w:val="00F366EB"/>
    <w:rsid w:val="00F40E54"/>
    <w:rsid w:val="00F44C83"/>
    <w:rsid w:val="00F45AF8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339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56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53</cp:revision>
  <cp:lastPrinted>2025-08-13T02:43:00Z</cp:lastPrinted>
  <dcterms:created xsi:type="dcterms:W3CDTF">2020-01-22T03:01:00Z</dcterms:created>
  <dcterms:modified xsi:type="dcterms:W3CDTF">2025-08-13T02:46:00Z</dcterms:modified>
</cp:coreProperties>
</file>